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F61" w:rsidRPr="00CE0243" w:rsidRDefault="00BD4F61" w:rsidP="005B35CD">
      <w:pPr>
        <w:jc w:val="center"/>
        <w:rPr>
          <w:rFonts w:ascii="Segoe UI Light" w:hAnsi="Segoe UI Light" w:cs="Segoe UI Light"/>
          <w:sz w:val="36"/>
        </w:rPr>
      </w:pPr>
      <w:bookmarkStart w:id="0" w:name="_GoBack"/>
      <w:r w:rsidRPr="00420E7A">
        <w:rPr>
          <w:rFonts w:ascii="Segoe UI Light" w:hAnsi="Segoe UI Light" w:cs="Segoe UI Light"/>
          <w:sz w:val="36"/>
        </w:rPr>
        <w:t>Set 3:  Words with ' y' as / i/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69"/>
        <w:gridCol w:w="2310"/>
        <w:gridCol w:w="2311"/>
        <w:gridCol w:w="2311"/>
      </w:tblGrid>
      <w:tr w:rsidR="00BD4F61" w:rsidRPr="00327541" w:rsidTr="00327541">
        <w:tc>
          <w:tcPr>
            <w:tcW w:w="2769" w:type="dxa"/>
          </w:tcPr>
          <w:bookmarkEnd w:id="0"/>
          <w:p w:rsidR="00BD4F61" w:rsidRPr="00327541" w:rsidRDefault="00BD4F61" w:rsidP="0032754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27541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BD4F61" w:rsidRPr="00327541" w:rsidRDefault="00BD4F61" w:rsidP="0032754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27541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27541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27541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BD4F61" w:rsidRPr="00327541" w:rsidRDefault="00BD4F61" w:rsidP="0032754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27541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27541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27541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BD4F61" w:rsidRPr="00327541" w:rsidRDefault="00BD4F61" w:rsidP="0032754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27541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27541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27541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BD4F61" w:rsidRPr="00327541" w:rsidTr="00327541">
        <w:tc>
          <w:tcPr>
            <w:tcW w:w="2769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r</w:t>
            </w:r>
            <w:r w:rsidRPr="00327541">
              <w:rPr>
                <w:rFonts w:ascii="Segoe UI Light" w:hAnsi="Segoe UI Light" w:cs="Segoe UI Light"/>
                <w:sz w:val="36"/>
              </w:rPr>
              <w:t xml:space="preserve">hythm </w:t>
            </w:r>
          </w:p>
        </w:tc>
        <w:tc>
          <w:tcPr>
            <w:tcW w:w="2310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D4F61" w:rsidRPr="00327541" w:rsidTr="00327541">
        <w:tc>
          <w:tcPr>
            <w:tcW w:w="2769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</w:t>
            </w:r>
            <w:r w:rsidRPr="00327541">
              <w:rPr>
                <w:rFonts w:ascii="Segoe UI Light" w:hAnsi="Segoe UI Light" w:cs="Segoe UI Light"/>
                <w:sz w:val="36"/>
              </w:rPr>
              <w:t xml:space="preserve">ymbol </w:t>
            </w:r>
          </w:p>
        </w:tc>
        <w:tc>
          <w:tcPr>
            <w:tcW w:w="2310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D4F61" w:rsidRPr="00327541" w:rsidTr="00327541">
        <w:tc>
          <w:tcPr>
            <w:tcW w:w="2769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</w:t>
            </w:r>
            <w:r w:rsidRPr="00327541">
              <w:rPr>
                <w:rFonts w:ascii="Segoe UI Light" w:hAnsi="Segoe UI Light" w:cs="Segoe UI Light"/>
                <w:sz w:val="36"/>
              </w:rPr>
              <w:t xml:space="preserve">yllabus  </w:t>
            </w:r>
          </w:p>
        </w:tc>
        <w:tc>
          <w:tcPr>
            <w:tcW w:w="2310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D4F61" w:rsidRPr="00327541" w:rsidTr="00327541">
        <w:tc>
          <w:tcPr>
            <w:tcW w:w="2769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m</w:t>
            </w:r>
            <w:r w:rsidRPr="00327541">
              <w:rPr>
                <w:rFonts w:ascii="Segoe UI Light" w:hAnsi="Segoe UI Light" w:cs="Segoe UI Light"/>
                <w:sz w:val="36"/>
                <w:szCs w:val="36"/>
              </w:rPr>
              <w:t xml:space="preserve">ystery </w:t>
            </w:r>
          </w:p>
        </w:tc>
        <w:tc>
          <w:tcPr>
            <w:tcW w:w="2310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D4F61" w:rsidRPr="00327541" w:rsidTr="00327541">
        <w:tc>
          <w:tcPr>
            <w:tcW w:w="2769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</w:t>
            </w:r>
            <w:r w:rsidRPr="00327541">
              <w:rPr>
                <w:rFonts w:ascii="Segoe UI Light" w:hAnsi="Segoe UI Light" w:cs="Segoe UI Light"/>
                <w:sz w:val="36"/>
              </w:rPr>
              <w:t xml:space="preserve">ystem </w:t>
            </w:r>
          </w:p>
        </w:tc>
        <w:tc>
          <w:tcPr>
            <w:tcW w:w="2310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D4F61" w:rsidRPr="00327541" w:rsidTr="00327541">
        <w:tc>
          <w:tcPr>
            <w:tcW w:w="2769" w:type="dxa"/>
          </w:tcPr>
          <w:p w:rsidR="00BD4F61" w:rsidRPr="00327541" w:rsidRDefault="00BD4F61" w:rsidP="00327541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t</w:t>
            </w:r>
            <w:r w:rsidRPr="00327541">
              <w:rPr>
                <w:rFonts w:ascii="Segoe UI Light" w:hAnsi="Segoe UI Light" w:cs="Segoe UI Light"/>
                <w:b w:val="0"/>
                <w:bCs w:val="0"/>
                <w:color w:val="000000"/>
              </w:rPr>
              <w:t xml:space="preserve">ypical </w:t>
            </w:r>
          </w:p>
        </w:tc>
        <w:tc>
          <w:tcPr>
            <w:tcW w:w="2310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D4F61" w:rsidRPr="00327541" w:rsidTr="00327541">
        <w:tc>
          <w:tcPr>
            <w:tcW w:w="2769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</w:t>
            </w:r>
            <w:r w:rsidRPr="00327541">
              <w:rPr>
                <w:rFonts w:ascii="Segoe UI Light" w:hAnsi="Segoe UI Light" w:cs="Segoe UI Light"/>
                <w:sz w:val="36"/>
              </w:rPr>
              <w:t xml:space="preserve">ymmetry </w:t>
            </w:r>
          </w:p>
        </w:tc>
        <w:tc>
          <w:tcPr>
            <w:tcW w:w="2310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D4F61" w:rsidRPr="00327541" w:rsidTr="00327541">
        <w:tc>
          <w:tcPr>
            <w:tcW w:w="2769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</w:t>
            </w:r>
            <w:r w:rsidRPr="00327541">
              <w:rPr>
                <w:rFonts w:ascii="Segoe UI Light" w:hAnsi="Segoe UI Light" w:cs="Segoe UI Light"/>
                <w:sz w:val="36"/>
              </w:rPr>
              <w:t xml:space="preserve">ymphony </w:t>
            </w:r>
          </w:p>
        </w:tc>
        <w:tc>
          <w:tcPr>
            <w:tcW w:w="2310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D4F61" w:rsidRPr="00327541" w:rsidTr="00327541">
        <w:tc>
          <w:tcPr>
            <w:tcW w:w="2769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</w:t>
            </w:r>
            <w:r w:rsidRPr="00327541">
              <w:rPr>
                <w:rFonts w:ascii="Segoe UI Light" w:hAnsi="Segoe UI Light" w:cs="Segoe UI Light"/>
                <w:sz w:val="36"/>
              </w:rPr>
              <w:t xml:space="preserve">ymptom </w:t>
            </w:r>
          </w:p>
        </w:tc>
        <w:tc>
          <w:tcPr>
            <w:tcW w:w="2310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BD4F61" w:rsidRPr="00327541" w:rsidTr="00327541">
        <w:tc>
          <w:tcPr>
            <w:tcW w:w="2769" w:type="dxa"/>
          </w:tcPr>
          <w:p w:rsidR="00BD4F61" w:rsidRPr="00327541" w:rsidRDefault="00BD4F61" w:rsidP="00327541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g</w:t>
            </w:r>
            <w:r w:rsidRPr="00327541">
              <w:rPr>
                <w:rFonts w:ascii="Segoe UI Light" w:hAnsi="Segoe UI Light" w:cs="Segoe UI Light"/>
                <w:b w:val="0"/>
                <w:bCs w:val="0"/>
                <w:color w:val="000000"/>
              </w:rPr>
              <w:t xml:space="preserve">ym </w:t>
            </w:r>
          </w:p>
        </w:tc>
        <w:tc>
          <w:tcPr>
            <w:tcW w:w="2310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BD4F61" w:rsidRPr="00327541" w:rsidRDefault="00BD4F61" w:rsidP="0032754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BD4F61" w:rsidRPr="00F07B5A" w:rsidRDefault="00BD4F61">
      <w:pPr>
        <w:rPr>
          <w:rFonts w:ascii="Segoe UI Light" w:hAnsi="Segoe UI Light" w:cs="Segoe UI Light"/>
          <w:sz w:val="36"/>
          <w:szCs w:val="36"/>
        </w:rPr>
      </w:pPr>
    </w:p>
    <w:sectPr w:rsidR="00BD4F61" w:rsidRPr="00F07B5A" w:rsidSect="00C65D11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F61" w:rsidRDefault="00BD4F61">
      <w:r>
        <w:separator/>
      </w:r>
    </w:p>
  </w:endnote>
  <w:endnote w:type="continuationSeparator" w:id="0">
    <w:p w:rsidR="00BD4F61" w:rsidRDefault="00BD4F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F61" w:rsidRPr="007B1928" w:rsidRDefault="00BD4F61" w:rsidP="001D775B">
    <w:pPr>
      <w:pStyle w:val="Footer"/>
      <w:rPr>
        <w:sz w:val="24"/>
        <w:szCs w:val="24"/>
      </w:rPr>
    </w:pPr>
    <w:r w:rsidRPr="007B1928">
      <w:rPr>
        <w:sz w:val="24"/>
        <w:szCs w:val="24"/>
      </w:rPr>
      <w:t>Swaffield Primary School 2014</w:t>
    </w:r>
  </w:p>
  <w:p w:rsidR="00BD4F61" w:rsidRDefault="00BD4F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F61" w:rsidRDefault="00BD4F61">
      <w:r>
        <w:separator/>
      </w:r>
    </w:p>
  </w:footnote>
  <w:footnote w:type="continuationSeparator" w:id="0">
    <w:p w:rsidR="00BD4F61" w:rsidRDefault="00BD4F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717F2"/>
    <w:rsid w:val="000A4078"/>
    <w:rsid w:val="000D68B6"/>
    <w:rsid w:val="0011235B"/>
    <w:rsid w:val="001B1BB7"/>
    <w:rsid w:val="001D28B2"/>
    <w:rsid w:val="001D775B"/>
    <w:rsid w:val="00231321"/>
    <w:rsid w:val="00235594"/>
    <w:rsid w:val="00253CB0"/>
    <w:rsid w:val="002913D2"/>
    <w:rsid w:val="002F2831"/>
    <w:rsid w:val="003068BA"/>
    <w:rsid w:val="00327541"/>
    <w:rsid w:val="003307A2"/>
    <w:rsid w:val="0034462B"/>
    <w:rsid w:val="003943D9"/>
    <w:rsid w:val="003A498D"/>
    <w:rsid w:val="003A7F62"/>
    <w:rsid w:val="0041764F"/>
    <w:rsid w:val="00420E7A"/>
    <w:rsid w:val="00451747"/>
    <w:rsid w:val="00462340"/>
    <w:rsid w:val="0047379F"/>
    <w:rsid w:val="00493A32"/>
    <w:rsid w:val="004A72FC"/>
    <w:rsid w:val="004B3A12"/>
    <w:rsid w:val="004D2482"/>
    <w:rsid w:val="00550399"/>
    <w:rsid w:val="005B06F6"/>
    <w:rsid w:val="005B35CD"/>
    <w:rsid w:val="005F2137"/>
    <w:rsid w:val="00607F53"/>
    <w:rsid w:val="00615DE4"/>
    <w:rsid w:val="00634FAB"/>
    <w:rsid w:val="00652B21"/>
    <w:rsid w:val="00655063"/>
    <w:rsid w:val="006912C6"/>
    <w:rsid w:val="006A2188"/>
    <w:rsid w:val="007606DF"/>
    <w:rsid w:val="00760AE0"/>
    <w:rsid w:val="00776EEF"/>
    <w:rsid w:val="00796625"/>
    <w:rsid w:val="007B1928"/>
    <w:rsid w:val="007B641D"/>
    <w:rsid w:val="00886C0C"/>
    <w:rsid w:val="008B1CED"/>
    <w:rsid w:val="008B3CA7"/>
    <w:rsid w:val="008D72A7"/>
    <w:rsid w:val="008E2DF9"/>
    <w:rsid w:val="008F6B43"/>
    <w:rsid w:val="009B791F"/>
    <w:rsid w:val="009C6766"/>
    <w:rsid w:val="00A806E2"/>
    <w:rsid w:val="00B11245"/>
    <w:rsid w:val="00B31C91"/>
    <w:rsid w:val="00B47958"/>
    <w:rsid w:val="00B94746"/>
    <w:rsid w:val="00BD4F61"/>
    <w:rsid w:val="00C612DE"/>
    <w:rsid w:val="00C65D11"/>
    <w:rsid w:val="00C7572F"/>
    <w:rsid w:val="00C806C9"/>
    <w:rsid w:val="00C81C52"/>
    <w:rsid w:val="00C86384"/>
    <w:rsid w:val="00CD1022"/>
    <w:rsid w:val="00CD7AFE"/>
    <w:rsid w:val="00CE0243"/>
    <w:rsid w:val="00CF4789"/>
    <w:rsid w:val="00CF7B1F"/>
    <w:rsid w:val="00D37ABB"/>
    <w:rsid w:val="00DB3634"/>
    <w:rsid w:val="00DB6F33"/>
    <w:rsid w:val="00ED0762"/>
    <w:rsid w:val="00ED1D79"/>
    <w:rsid w:val="00EF44BD"/>
    <w:rsid w:val="00F07B5A"/>
    <w:rsid w:val="00F2332B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D775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1D775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54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28</Words>
  <Characters>166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5</cp:revision>
  <dcterms:created xsi:type="dcterms:W3CDTF">2013-12-08T12:18:00Z</dcterms:created>
  <dcterms:modified xsi:type="dcterms:W3CDTF">2014-07-09T13:16:00Z</dcterms:modified>
</cp:coreProperties>
</file>